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48D61-3E10-46CA-BAB7-7B2C00CEE748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